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56C30EF" w14:textId="77777777" w:rsidR="006D173B" w:rsidRPr="006B56FD" w:rsidRDefault="006D173B" w:rsidP="006D173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Białystok</w:t>
            </w:r>
          </w:p>
          <w:p w14:paraId="229DFFB1" w14:textId="77777777" w:rsidR="006D173B" w:rsidRDefault="006D173B" w:rsidP="006D1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15-950 Białystok</w:t>
            </w:r>
          </w:p>
          <w:p w14:paraId="3F4CA6ED" w14:textId="2266EBFD" w:rsidR="00B67D39" w:rsidRPr="006B56FD" w:rsidRDefault="006D173B" w:rsidP="006D17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82E8A0A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0024E" w:rsidRPr="0040024E">
        <w:rPr>
          <w:rFonts w:cstheme="minorHAnsi"/>
          <w:b/>
        </w:rPr>
        <w:t>Opracowanie projektów budowlano-wykonawczych budowy sieci elektroenergetycznej SN na terenie działalności Rejonu Energetycznego Białystok Teren PGE Dystrybucja S.A. Oddział Białystok – 5 części.</w:t>
      </w:r>
      <w:r w:rsidRPr="00CC7E12">
        <w:rPr>
          <w:rFonts w:cstheme="minorHAnsi"/>
        </w:rPr>
        <w:t xml:space="preserve">, nr </w:t>
      </w:r>
      <w:r w:rsidR="006D173B" w:rsidRPr="00EB6E7E">
        <w:rPr>
          <w:rFonts w:cstheme="minorHAnsi"/>
          <w:b/>
          <w:szCs w:val="18"/>
          <w:lang w:eastAsia="pl-PL"/>
        </w:rPr>
        <w:t>POST/DYS/OB/GZA/0</w:t>
      </w:r>
      <w:r w:rsidR="003539AF">
        <w:rPr>
          <w:rFonts w:cstheme="minorHAnsi"/>
          <w:b/>
          <w:szCs w:val="18"/>
          <w:lang w:eastAsia="pl-PL"/>
        </w:rPr>
        <w:t>252</w:t>
      </w:r>
      <w:r w:rsidR="0040024E">
        <w:rPr>
          <w:rFonts w:cstheme="minorHAnsi"/>
          <w:b/>
          <w:szCs w:val="18"/>
          <w:lang w:eastAsia="pl-PL"/>
        </w:rPr>
        <w:t>3</w:t>
      </w:r>
      <w:r w:rsidR="006D173B" w:rsidRPr="00EB6E7E">
        <w:rPr>
          <w:rFonts w:cstheme="minorHAnsi"/>
          <w:b/>
          <w:szCs w:val="18"/>
          <w:lang w:eastAsia="pl-PL"/>
        </w:rPr>
        <w:t>/2025</w:t>
      </w:r>
      <w:r w:rsidRPr="00CC7E12">
        <w:rPr>
          <w:rFonts w:cstheme="minorHAnsi"/>
        </w:rPr>
        <w:t xml:space="preserve">, prowadzonego przez </w:t>
      </w:r>
      <w:r w:rsidR="006D173B" w:rsidRPr="006D173B">
        <w:rPr>
          <w:rFonts w:cstheme="minorHAnsi"/>
          <w:b/>
        </w:rPr>
        <w:t>Oddział Bia</w:t>
      </w:r>
      <w:r w:rsidR="006D173B">
        <w:rPr>
          <w:rFonts w:cstheme="minorHAnsi"/>
          <w:b/>
        </w:rPr>
        <w:t>ł</w:t>
      </w:r>
      <w:r w:rsidR="006D173B" w:rsidRPr="006D173B">
        <w:rPr>
          <w:rFonts w:cstheme="minorHAnsi"/>
          <w:b/>
        </w:rPr>
        <w:t>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</w:t>
      </w:r>
      <w:bookmarkStart w:id="6" w:name="_GoBack"/>
      <w:bookmarkEnd w:id="6"/>
      <w:r w:rsidRPr="00CC7E12">
        <w:rPr>
          <w:rFonts w:cstheme="minorHAnsi"/>
        </w:rPr>
        <w:t xml:space="preserve">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8FEE3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24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5E04BEB" w14:textId="77777777" w:rsidR="003539AF" w:rsidRPr="003539AF" w:rsidRDefault="003539AF" w:rsidP="003539AF">
          <w:pPr>
            <w:rPr>
              <w:sz w:val="16"/>
              <w:szCs w:val="16"/>
            </w:rPr>
          </w:pPr>
          <w:r w:rsidRPr="003539AF">
            <w:rPr>
              <w:sz w:val="16"/>
              <w:szCs w:val="16"/>
            </w:rPr>
            <w:t>Opracowanie projektów budowlano-wykonawczych budowy sieci elektroenergetycznej SN na terenie działalności Rejonu Energetycznego Białystok Teren PGE Dystrybucja S.A. Oddział Białystok – 5 części</w:t>
          </w:r>
        </w:p>
        <w:p w14:paraId="1A19274F" w14:textId="2E24BB87" w:rsidR="00347E8D" w:rsidRPr="006B2C28" w:rsidRDefault="003539AF" w:rsidP="003539A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539AF">
            <w:rPr>
              <w:sz w:val="16"/>
              <w:szCs w:val="16"/>
            </w:rPr>
            <w:t>POST/DYS/OB/GZA/0252</w:t>
          </w:r>
          <w:r w:rsidR="0040024E">
            <w:rPr>
              <w:sz w:val="16"/>
              <w:szCs w:val="16"/>
            </w:rPr>
            <w:t>3</w:t>
          </w:r>
          <w:r w:rsidRPr="003539AF">
            <w:rPr>
              <w:sz w:val="16"/>
              <w:szCs w:val="16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79F44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39AF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4E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173B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2523 - Załącznik nr 4.docx</dmsv2BaseFileName>
    <dmsv2BaseDisplayName xmlns="http://schemas.microsoft.com/sharepoint/v3">2523 - Załącznik nr 4</dmsv2BaseDisplayName>
    <dmsv2SWPP2ObjectNumber xmlns="http://schemas.microsoft.com/sharepoint/v3">POST/DYS/OB/GZA/02523/2025                        </dmsv2SWPP2ObjectNumber>
    <dmsv2SWPP2SumMD5 xmlns="http://schemas.microsoft.com/sharepoint/v3">2950cd1324454c24390c8b5986ffde55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22865602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00000001000700000000000e0000000a</dmsv2SWPP2ObjectDepartment>
    <dmsv2SWPP2ObjectName xmlns="http://schemas.microsoft.com/sharepoint/v3">Postępowanie</dmsv2SWPP2ObjectName>
    <_dlc_DocId xmlns="a19cb1c7-c5c7-46d4-85ae-d83685407bba">XD3KHSRJV2AP-1441292327-5658</_dlc_DocId>
    <_dlc_DocIdUrl xmlns="a19cb1c7-c5c7-46d4-85ae-d83685407bba">
      <Url>https://swpp2.dms.gkpge.pl/sites/38/_layouts/15/DocIdRedir.aspx?ID=XD3KHSRJV2AP-1441292327-5658</Url>
      <Description>XD3KHSRJV2AP-1441292327-5658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2329FC2-8800-43A5-93C7-24BC20C35AEE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C8FD60-8D55-4306-ADDF-621979D35A1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1EDBA2C-5B85-4956-9422-79A5882466F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66</TotalTime>
  <Pages>2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14</cp:revision>
  <cp:lastPrinted>2024-07-15T11:21:00Z</cp:lastPrinted>
  <dcterms:created xsi:type="dcterms:W3CDTF">2025-01-15T13:15:00Z</dcterms:created>
  <dcterms:modified xsi:type="dcterms:W3CDTF">2025-07-05T10:02:00Z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46dd2b7f-528f-4927-a525-41a23f874a0f</vt:lpwstr>
  </property>
</Properties>
</file>